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65130A">
      <w:pPr>
        <w:ind w:firstLine="709"/>
        <w:jc w:val="both"/>
        <w:rPr>
          <w:rFonts w:ascii="PT Astra Serif" w:hAnsi="PT Astra Serif"/>
          <w:sz w:val="28"/>
        </w:rPr>
      </w:pPr>
      <w:r w:rsidRPr="00752E26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752E26">
        <w:rPr>
          <w:rFonts w:ascii="PT Astra Serif" w:hAnsi="PT Astra Serif"/>
          <w:sz w:val="28"/>
        </w:rPr>
        <w:t>направляется для рассмотрения на заседании</w:t>
      </w:r>
      <w:r w:rsidRPr="00752E26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752E26">
        <w:rPr>
          <w:rFonts w:ascii="PT Astra Serif" w:hAnsi="PT Astra Serif"/>
          <w:sz w:val="28"/>
        </w:rPr>
        <w:t xml:space="preserve">Ульяновской </w:t>
      </w:r>
      <w:r w:rsidRPr="00752E26">
        <w:rPr>
          <w:rFonts w:ascii="PT Astra Serif" w:hAnsi="PT Astra Serif"/>
          <w:sz w:val="28"/>
        </w:rPr>
        <w:t xml:space="preserve">области проект закона Ульяновской области </w:t>
      </w:r>
      <w:r w:rsidR="0065130A" w:rsidRPr="0065130A">
        <w:rPr>
          <w:rFonts w:ascii="PT Astra Serif" w:hAnsi="PT Astra Serif"/>
          <w:sz w:val="28"/>
        </w:rPr>
        <w:t>«О внесении изменений в Закон Ульяновской области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«Об областном бюджете Ульяновской области на 202</w:t>
      </w:r>
      <w:r w:rsidR="00246D09">
        <w:rPr>
          <w:rFonts w:ascii="PT Astra Serif" w:hAnsi="PT Astra Serif"/>
          <w:sz w:val="28"/>
        </w:rPr>
        <w:t>2</w:t>
      </w:r>
      <w:r w:rsidR="0065130A" w:rsidRPr="0065130A">
        <w:rPr>
          <w:rFonts w:ascii="PT Astra Serif" w:hAnsi="PT Astra Serif"/>
          <w:sz w:val="28"/>
        </w:rPr>
        <w:t xml:space="preserve"> год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и на плановый период 202</w:t>
      </w:r>
      <w:r w:rsidR="00246D09">
        <w:rPr>
          <w:rFonts w:ascii="PT Astra Serif" w:hAnsi="PT Astra Serif"/>
          <w:sz w:val="28"/>
        </w:rPr>
        <w:t>3</w:t>
      </w:r>
      <w:r w:rsidR="0065130A" w:rsidRPr="0065130A">
        <w:rPr>
          <w:rFonts w:ascii="PT Astra Serif" w:hAnsi="PT Astra Serif"/>
          <w:sz w:val="28"/>
        </w:rPr>
        <w:t xml:space="preserve"> и 202</w:t>
      </w:r>
      <w:r w:rsidR="00246D09">
        <w:rPr>
          <w:rFonts w:ascii="PT Astra Serif" w:hAnsi="PT Astra Serif"/>
          <w:sz w:val="28"/>
        </w:rPr>
        <w:t>4</w:t>
      </w:r>
      <w:r w:rsidR="0065130A" w:rsidRPr="0065130A">
        <w:rPr>
          <w:rFonts w:ascii="PT Astra Serif" w:hAnsi="PT Astra Serif"/>
          <w:sz w:val="28"/>
        </w:rPr>
        <w:t xml:space="preserve"> годов»</w:t>
      </w:r>
      <w:r w:rsidRPr="00752E26">
        <w:rPr>
          <w:rFonts w:ascii="PT Astra Serif" w:hAnsi="PT Astra Serif"/>
          <w:sz w:val="28"/>
        </w:rPr>
        <w:t>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51"/>
        <w:gridCol w:w="325"/>
        <w:gridCol w:w="7671"/>
      </w:tblGrid>
      <w:tr w:rsidR="00DC2128" w:rsidRPr="00752E26" w:rsidTr="000C1CF6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671" w:type="dxa"/>
          </w:tcPr>
          <w:p w:rsidR="00DC2128" w:rsidRPr="00752E26" w:rsidRDefault="00DC2128" w:rsidP="00813145">
            <w:pPr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813145">
              <w:rPr>
                <w:rFonts w:ascii="PT Astra Serif" w:hAnsi="PT Astra Serif"/>
                <w:sz w:val="28"/>
              </w:rPr>
              <w:t xml:space="preserve">          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0C1CF6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671" w:type="dxa"/>
          </w:tcPr>
          <w:p w:rsidR="00DC2128" w:rsidRPr="00752E26" w:rsidRDefault="00DC2128" w:rsidP="000C1CF6">
            <w:pPr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AD68F7">
              <w:rPr>
                <w:rFonts w:ascii="PT Astra Serif" w:hAnsi="PT Astra Serif"/>
                <w:sz w:val="28"/>
              </w:rPr>
              <w:t xml:space="preserve"> </w:t>
            </w:r>
            <w:r w:rsidR="00B62335" w:rsidRPr="00752E26">
              <w:rPr>
                <w:rFonts w:ascii="PT Astra Serif" w:hAnsi="PT Astra Serif"/>
                <w:sz w:val="28"/>
              </w:rPr>
              <w:t xml:space="preserve"> </w:t>
            </w:r>
            <w:r w:rsidR="008903D0">
              <w:rPr>
                <w:rFonts w:ascii="PT Astra Serif" w:hAnsi="PT Astra Serif"/>
                <w:sz w:val="28"/>
              </w:rPr>
              <w:t xml:space="preserve"> </w:t>
            </w:r>
            <w:r w:rsidR="00565EA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752E26">
              <w:rPr>
                <w:rFonts w:ascii="PT Astra Serif" w:hAnsi="PT Astra Serif"/>
                <w:sz w:val="28"/>
              </w:rPr>
              <w:t xml:space="preserve"> </w:t>
            </w:r>
            <w:r w:rsidR="004129FB" w:rsidRPr="00752E26">
              <w:rPr>
                <w:rFonts w:ascii="PT Astra Serif" w:hAnsi="PT Astra Serif"/>
                <w:sz w:val="28"/>
              </w:rPr>
              <w:br/>
            </w:r>
            <w:r w:rsidRPr="00752E26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752E26" w:rsidTr="000C1CF6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671" w:type="dxa"/>
          </w:tcPr>
          <w:p w:rsidR="00DC2128" w:rsidRPr="00752E26" w:rsidRDefault="00DC2128" w:rsidP="00B625B5">
            <w:pPr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B625B5">
              <w:rPr>
                <w:rFonts w:ascii="PT Astra Serif" w:hAnsi="PT Astra Serif"/>
                <w:sz w:val="28"/>
              </w:rPr>
              <w:t xml:space="preserve">   </w:t>
            </w:r>
            <w:r w:rsidR="00D4383B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0C1CF6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671" w:type="dxa"/>
          </w:tcPr>
          <w:p w:rsidR="00DC2128" w:rsidRPr="000C1CF6" w:rsidRDefault="009160BC" w:rsidP="00246D09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0C1CF6">
              <w:rPr>
                <w:rFonts w:ascii="PT Astra Serif" w:hAnsi="PT Astra Serif"/>
                <w:spacing w:val="-4"/>
                <w:sz w:val="28"/>
              </w:rPr>
              <w:t>Копия распоряжения Губернатора</w:t>
            </w:r>
            <w:r w:rsidR="000C1CF6" w:rsidRPr="000C1CF6">
              <w:rPr>
                <w:rFonts w:ascii="PT Astra Serif" w:hAnsi="PT Astra Serif"/>
                <w:spacing w:val="-4"/>
                <w:sz w:val="28"/>
              </w:rPr>
              <w:t xml:space="preserve"> Ульяновской области </w:t>
            </w:r>
            <w:r w:rsidR="000C1CF6" w:rsidRPr="000C1CF6">
              <w:rPr>
                <w:rFonts w:ascii="PT Astra Serif" w:hAnsi="PT Astra Serif"/>
                <w:spacing w:val="-4"/>
                <w:sz w:val="28"/>
              </w:rPr>
              <w:br/>
            </w:r>
            <w:r w:rsidR="003E2337">
              <w:rPr>
                <w:rFonts w:ascii="PT Astra Serif" w:hAnsi="PT Astra Serif"/>
                <w:spacing w:val="-4"/>
                <w:sz w:val="28"/>
              </w:rPr>
              <w:t>«</w:t>
            </w:r>
            <w:r w:rsidR="000C1CF6" w:rsidRPr="000C1CF6">
              <w:rPr>
                <w:rFonts w:ascii="PT Astra Serif" w:hAnsi="PT Astra Serif"/>
                <w:spacing w:val="-4"/>
                <w:sz w:val="28"/>
              </w:rPr>
              <w:t xml:space="preserve">О проекте закона </w:t>
            </w:r>
            <w:r w:rsidR="002227B5">
              <w:rPr>
                <w:rFonts w:ascii="PT Astra Serif" w:hAnsi="PT Astra Serif"/>
                <w:spacing w:val="-4"/>
                <w:sz w:val="28"/>
              </w:rPr>
              <w:t xml:space="preserve">Ульяновской области </w:t>
            </w:r>
            <w:r w:rsidR="0065130A" w:rsidRPr="000C1CF6">
              <w:rPr>
                <w:rFonts w:ascii="PT Astra Serif" w:hAnsi="PT Astra Serif"/>
                <w:spacing w:val="-4"/>
                <w:sz w:val="28"/>
              </w:rPr>
              <w:t>«О внесении изменений в Закон Ульяновской области «Об областном бюджете Ульяновской области на 202</w:t>
            </w:r>
            <w:r w:rsidR="00246D09">
              <w:rPr>
                <w:rFonts w:ascii="PT Astra Serif" w:hAnsi="PT Astra Serif"/>
                <w:spacing w:val="-4"/>
                <w:sz w:val="28"/>
              </w:rPr>
              <w:t>2</w:t>
            </w:r>
            <w:r w:rsidR="0065130A" w:rsidRPr="000C1CF6">
              <w:rPr>
                <w:rFonts w:ascii="PT Astra Serif" w:hAnsi="PT Astra Serif"/>
                <w:spacing w:val="-4"/>
                <w:sz w:val="28"/>
              </w:rPr>
              <w:t xml:space="preserve"> год и на плановый период 202</w:t>
            </w:r>
            <w:r w:rsidR="00246D09">
              <w:rPr>
                <w:rFonts w:ascii="PT Astra Serif" w:hAnsi="PT Astra Serif"/>
                <w:spacing w:val="-4"/>
                <w:sz w:val="28"/>
              </w:rPr>
              <w:t>3</w:t>
            </w:r>
            <w:r w:rsidR="0065130A" w:rsidRPr="000C1CF6">
              <w:rPr>
                <w:rFonts w:ascii="PT Astra Serif" w:hAnsi="PT Astra Serif"/>
                <w:spacing w:val="-4"/>
                <w:sz w:val="28"/>
              </w:rPr>
              <w:t xml:space="preserve"> и 202</w:t>
            </w:r>
            <w:r w:rsidR="00246D09">
              <w:rPr>
                <w:rFonts w:ascii="PT Astra Serif" w:hAnsi="PT Astra Serif"/>
                <w:spacing w:val="-4"/>
                <w:sz w:val="28"/>
              </w:rPr>
              <w:t>4</w:t>
            </w:r>
            <w:r w:rsidR="0065130A" w:rsidRPr="000C1CF6">
              <w:rPr>
                <w:rFonts w:ascii="PT Astra Serif" w:hAnsi="PT Astra Serif"/>
                <w:spacing w:val="-4"/>
                <w:sz w:val="28"/>
              </w:rPr>
              <w:t xml:space="preserve"> годов» </w:t>
            </w:r>
            <w:r w:rsidR="00DC2128" w:rsidRPr="000C1CF6">
              <w:rPr>
                <w:rFonts w:ascii="PT Astra Serif" w:hAnsi="PT Astra Serif"/>
                <w:spacing w:val="-4"/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0C1CF6">
                <w:rPr>
                  <w:rFonts w:ascii="PT Astra Serif" w:hAnsi="PT Astra Serif"/>
                  <w:spacing w:val="-4"/>
                  <w:sz w:val="28"/>
                </w:rPr>
                <w:t>1 л</w:t>
              </w:r>
            </w:smartTag>
            <w:r w:rsidR="00DC2128" w:rsidRPr="000C1CF6">
              <w:rPr>
                <w:rFonts w:ascii="PT Astra Serif" w:hAnsi="PT Astra Serif"/>
                <w:spacing w:val="-4"/>
                <w:sz w:val="28"/>
              </w:rPr>
              <w:t>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813145" w:rsidP="00AD68F7">
      <w:pPr>
        <w:jc w:val="right"/>
        <w:rPr>
          <w:rFonts w:ascii="PT Astra Serif" w:hAnsi="PT Astra Serif"/>
          <w:sz w:val="28"/>
          <w:szCs w:val="28"/>
        </w:rPr>
        <w:sectPr w:rsidR="00461B8C" w:rsidRPr="00752E26" w:rsidSect="008903D0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rFonts w:ascii="PT Astra Serif" w:hAnsi="PT Astra Serif"/>
          <w:sz w:val="28"/>
          <w:szCs w:val="28"/>
        </w:rPr>
        <w:t xml:space="preserve">                                           </w:t>
      </w:r>
      <w:r w:rsidR="00857E86">
        <w:rPr>
          <w:rFonts w:ascii="PT Astra Serif" w:hAnsi="PT Astra Serif"/>
          <w:sz w:val="28"/>
          <w:szCs w:val="28"/>
        </w:rPr>
        <w:t xml:space="preserve"> </w:t>
      </w:r>
      <w:r w:rsidR="00A34BE1">
        <w:rPr>
          <w:rFonts w:ascii="PT Astra Serif" w:hAnsi="PT Astra Serif"/>
          <w:sz w:val="28"/>
          <w:szCs w:val="28"/>
        </w:rPr>
        <w:t xml:space="preserve">                      </w:t>
      </w:r>
      <w:r w:rsidR="00857E86">
        <w:rPr>
          <w:rFonts w:ascii="PT Astra Serif" w:hAnsi="PT Astra Serif"/>
          <w:sz w:val="28"/>
          <w:szCs w:val="28"/>
        </w:rPr>
        <w:t xml:space="preserve">                                                </w:t>
      </w:r>
      <w:proofErr w:type="spellStart"/>
      <w:r w:rsidR="00857E86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737DAD" w:rsidRPr="00752E26" w:rsidRDefault="00737DAD" w:rsidP="00D454B3">
      <w:pPr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752E26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9919EF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Брюханова Наталья Геннадьевна</w:t>
      </w:r>
    </w:p>
    <w:p w:rsidR="00472849" w:rsidRPr="000C1CF6" w:rsidRDefault="00246D09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41-27-64</w:t>
      </w:r>
    </w:p>
    <w:p w:rsidR="00813145" w:rsidRPr="000C1CF6" w:rsidRDefault="00AD68F7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2601мм1</w:t>
      </w:r>
      <w:bookmarkStart w:id="0" w:name="_GoBack"/>
      <w:bookmarkEnd w:id="0"/>
    </w:p>
    <w:sectPr w:rsidR="00813145" w:rsidRPr="000C1CF6" w:rsidSect="008903D0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8E" w:rsidRDefault="00547C8E" w:rsidP="008903D0">
      <w:r>
        <w:separator/>
      </w:r>
    </w:p>
  </w:endnote>
  <w:endnote w:type="continuationSeparator" w:id="0">
    <w:p w:rsidR="00547C8E" w:rsidRDefault="00547C8E" w:rsidP="0089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8E" w:rsidRDefault="00547C8E" w:rsidP="008903D0">
      <w:r>
        <w:separator/>
      </w:r>
    </w:p>
  </w:footnote>
  <w:footnote w:type="continuationSeparator" w:id="0">
    <w:p w:rsidR="00547C8E" w:rsidRDefault="00547C8E" w:rsidP="0089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47E8F"/>
    <w:rsid w:val="000559F7"/>
    <w:rsid w:val="000603FB"/>
    <w:rsid w:val="00065E69"/>
    <w:rsid w:val="000660B3"/>
    <w:rsid w:val="0007422A"/>
    <w:rsid w:val="00096082"/>
    <w:rsid w:val="000A5B5F"/>
    <w:rsid w:val="000C1CF6"/>
    <w:rsid w:val="000C626F"/>
    <w:rsid w:val="000F5AB2"/>
    <w:rsid w:val="00116F9F"/>
    <w:rsid w:val="00121321"/>
    <w:rsid w:val="0015183E"/>
    <w:rsid w:val="001519BF"/>
    <w:rsid w:val="00151C0D"/>
    <w:rsid w:val="001667D6"/>
    <w:rsid w:val="001B675A"/>
    <w:rsid w:val="001C0023"/>
    <w:rsid w:val="001C6DD7"/>
    <w:rsid w:val="001E0D54"/>
    <w:rsid w:val="001F0A57"/>
    <w:rsid w:val="001F4E36"/>
    <w:rsid w:val="002201AB"/>
    <w:rsid w:val="002203C5"/>
    <w:rsid w:val="002227B5"/>
    <w:rsid w:val="00222FB4"/>
    <w:rsid w:val="00227A66"/>
    <w:rsid w:val="002351FD"/>
    <w:rsid w:val="00246D09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35CC5"/>
    <w:rsid w:val="00347393"/>
    <w:rsid w:val="003615C7"/>
    <w:rsid w:val="003726B3"/>
    <w:rsid w:val="00384F7A"/>
    <w:rsid w:val="00393F6B"/>
    <w:rsid w:val="003975C5"/>
    <w:rsid w:val="003D6988"/>
    <w:rsid w:val="003E2337"/>
    <w:rsid w:val="003F1A2A"/>
    <w:rsid w:val="00401621"/>
    <w:rsid w:val="00401F6E"/>
    <w:rsid w:val="004108DF"/>
    <w:rsid w:val="004129FB"/>
    <w:rsid w:val="0042007E"/>
    <w:rsid w:val="00420A90"/>
    <w:rsid w:val="00432F8B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47C8E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130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13145"/>
    <w:rsid w:val="00823E04"/>
    <w:rsid w:val="00837269"/>
    <w:rsid w:val="0084557B"/>
    <w:rsid w:val="008469E8"/>
    <w:rsid w:val="00853678"/>
    <w:rsid w:val="00853782"/>
    <w:rsid w:val="00857E86"/>
    <w:rsid w:val="008600C5"/>
    <w:rsid w:val="00860C4A"/>
    <w:rsid w:val="0086262B"/>
    <w:rsid w:val="00871782"/>
    <w:rsid w:val="00875F3D"/>
    <w:rsid w:val="008772B6"/>
    <w:rsid w:val="0088392E"/>
    <w:rsid w:val="0088471F"/>
    <w:rsid w:val="008903D0"/>
    <w:rsid w:val="008A69BB"/>
    <w:rsid w:val="008B08DE"/>
    <w:rsid w:val="008D1003"/>
    <w:rsid w:val="008F7C1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19EF"/>
    <w:rsid w:val="00992F4B"/>
    <w:rsid w:val="009B2C39"/>
    <w:rsid w:val="009B5709"/>
    <w:rsid w:val="009D37F9"/>
    <w:rsid w:val="009E5487"/>
    <w:rsid w:val="00A1332A"/>
    <w:rsid w:val="00A20B42"/>
    <w:rsid w:val="00A23364"/>
    <w:rsid w:val="00A34BE1"/>
    <w:rsid w:val="00A443F1"/>
    <w:rsid w:val="00A453B0"/>
    <w:rsid w:val="00A51C0B"/>
    <w:rsid w:val="00A5545E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C2025"/>
    <w:rsid w:val="00AD68F7"/>
    <w:rsid w:val="00AE34FD"/>
    <w:rsid w:val="00B1096D"/>
    <w:rsid w:val="00B22227"/>
    <w:rsid w:val="00B32CE4"/>
    <w:rsid w:val="00B3408E"/>
    <w:rsid w:val="00B43033"/>
    <w:rsid w:val="00B61D61"/>
    <w:rsid w:val="00B62335"/>
    <w:rsid w:val="00B625B5"/>
    <w:rsid w:val="00B653AC"/>
    <w:rsid w:val="00B675A7"/>
    <w:rsid w:val="00B76AC1"/>
    <w:rsid w:val="00B8793A"/>
    <w:rsid w:val="00B94FBD"/>
    <w:rsid w:val="00BC7AD2"/>
    <w:rsid w:val="00BD1F5B"/>
    <w:rsid w:val="00BE71E1"/>
    <w:rsid w:val="00BF389C"/>
    <w:rsid w:val="00BF6BFC"/>
    <w:rsid w:val="00C1060B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54B3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5350C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EF0928"/>
    <w:rsid w:val="00F06993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8792F"/>
    <w:rsid w:val="00F93E58"/>
    <w:rsid w:val="00F9457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64605-B545-47E1-BD5B-C0B30484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Макеева Мария Юрьевна</cp:lastModifiedBy>
  <cp:revision>3</cp:revision>
  <cp:lastPrinted>2022-01-26T07:24:00Z</cp:lastPrinted>
  <dcterms:created xsi:type="dcterms:W3CDTF">2022-01-26T07:23:00Z</dcterms:created>
  <dcterms:modified xsi:type="dcterms:W3CDTF">2022-01-26T07:24:00Z</dcterms:modified>
</cp:coreProperties>
</file>